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D8270A4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bookmarkStart w:id="1" w:name="_Hlk158378135"/>
      <w:r w:rsidR="00131674" w:rsidRPr="00131674">
        <w:rPr>
          <w:rFonts w:ascii="Verdana" w:eastAsia="Calibri" w:hAnsi="Verdana" w:cs="Times New Roman"/>
          <w:b/>
        </w:rPr>
        <w:t>„</w:t>
      </w:r>
      <w:bookmarkEnd w:id="0"/>
      <w:r w:rsidR="009A6AE3" w:rsidRPr="00324089">
        <w:rPr>
          <w:rFonts w:ascii="Verdana" w:hAnsi="Verdana"/>
          <w:b/>
        </w:rPr>
        <w:t>Výstavba nových fotovoltaických zdrojů v lokalitě Ostrava-Kunčice</w:t>
      </w:r>
      <w:r w:rsidR="009A6AE3" w:rsidRPr="001D1B89">
        <w:rPr>
          <w:rFonts w:ascii="Verdana" w:hAnsi="Verdana"/>
          <w:b/>
        </w:rPr>
        <w:t xml:space="preserve">“ </w:t>
      </w:r>
      <w:r w:rsidR="009A6AE3" w:rsidRPr="001D1B89">
        <w:rPr>
          <w:rFonts w:ascii="Verdana" w:hAnsi="Verdana"/>
        </w:rPr>
        <w:t xml:space="preserve">č.j. </w:t>
      </w:r>
      <w:r w:rsidR="009A6AE3">
        <w:rPr>
          <w:rFonts w:ascii="Verdana" w:hAnsi="Verdana"/>
        </w:rPr>
        <w:t>33148</w:t>
      </w:r>
      <w:r w:rsidR="00131674" w:rsidRPr="00131674">
        <w:rPr>
          <w:rFonts w:ascii="Verdana" w:eastAsia="Calibri" w:hAnsi="Verdana" w:cs="Times New Roman"/>
        </w:rPr>
        <w:t xml:space="preserve">/2025-SŽ-OŘ OVA-NPI </w:t>
      </w:r>
      <w:r w:rsidR="00335148" w:rsidRPr="004E3BAD">
        <w:rPr>
          <w:rFonts w:ascii="Verdana" w:hAnsi="Verdana"/>
        </w:rPr>
        <w:t>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9A6AE3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9A6AE3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9A6AE3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proofErr w:type="spellStart"/>
      <w:r>
        <w:rPr>
          <w:sz w:val="16"/>
          <w:szCs w:val="16"/>
        </w:rPr>
        <w:t>zakliknutí</w:t>
      </w:r>
      <w:proofErr w:type="spellEnd"/>
      <w:r>
        <w:rPr>
          <w:sz w:val="16"/>
          <w:szCs w:val="16"/>
        </w:rPr>
        <w:t xml:space="preserve">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B019C"/>
    <w:rsid w:val="000E23A7"/>
    <w:rsid w:val="0010693F"/>
    <w:rsid w:val="00114472"/>
    <w:rsid w:val="001262BA"/>
    <w:rsid w:val="00131674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203C7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4A14"/>
    <w:rsid w:val="008659F3"/>
    <w:rsid w:val="00867F9C"/>
    <w:rsid w:val="00871841"/>
    <w:rsid w:val="00880337"/>
    <w:rsid w:val="00881A8B"/>
    <w:rsid w:val="00882E6D"/>
    <w:rsid w:val="00886D4B"/>
    <w:rsid w:val="00895406"/>
    <w:rsid w:val="008A3568"/>
    <w:rsid w:val="008D03B9"/>
    <w:rsid w:val="008F18D6"/>
    <w:rsid w:val="00904780"/>
    <w:rsid w:val="009153C3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A6AE3"/>
    <w:rsid w:val="009B14A9"/>
    <w:rsid w:val="009B2E97"/>
    <w:rsid w:val="009E07F4"/>
    <w:rsid w:val="009F0E0B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6203C7"/>
    <w:rsid w:val="00710200"/>
    <w:rsid w:val="0087094D"/>
    <w:rsid w:val="00881A8B"/>
    <w:rsid w:val="009038E8"/>
    <w:rsid w:val="009153C3"/>
    <w:rsid w:val="009F0E0B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478</Words>
  <Characters>2824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Bauerová Pavlína</cp:lastModifiedBy>
  <cp:revision>13</cp:revision>
  <cp:lastPrinted>2017-11-28T17:18:00Z</cp:lastPrinted>
  <dcterms:created xsi:type="dcterms:W3CDTF">2023-11-16T10:29:00Z</dcterms:created>
  <dcterms:modified xsi:type="dcterms:W3CDTF">2025-08-27T06:23:00Z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